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6B9" w:rsidRPr="00721BBE" w:rsidRDefault="004566B9" w:rsidP="00567C6B">
      <w:pPr>
        <w:pStyle w:val="Title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alibri" w:hAnsi="Calibri"/>
          <w:b/>
          <w:sz w:val="28"/>
          <w:szCs w:val="28"/>
          <w:u w:val="single"/>
        </w:rPr>
      </w:pPr>
      <w:r w:rsidRPr="00721BBE">
        <w:rPr>
          <w:rFonts w:ascii="Calibri" w:hAnsi="Calibri"/>
          <w:b/>
          <w:sz w:val="28"/>
          <w:szCs w:val="28"/>
          <w:u w:val="single"/>
        </w:rPr>
        <w:t xml:space="preserve">ALLEGATO </w:t>
      </w:r>
      <w:r>
        <w:rPr>
          <w:rFonts w:ascii="Calibri" w:hAnsi="Calibri"/>
          <w:b/>
          <w:sz w:val="28"/>
          <w:szCs w:val="28"/>
          <w:u w:val="single"/>
        </w:rPr>
        <w:t>F</w:t>
      </w:r>
      <w:r w:rsidRPr="00721BBE">
        <w:rPr>
          <w:rFonts w:ascii="Calibri" w:hAnsi="Calibri"/>
          <w:b/>
          <w:sz w:val="28"/>
          <w:szCs w:val="28"/>
        </w:rPr>
        <w:t xml:space="preserve">  -  </w:t>
      </w:r>
      <w:r w:rsidRPr="00721BBE">
        <w:rPr>
          <w:rFonts w:ascii="Calibri" w:hAnsi="Calibri" w:cs="Arial"/>
          <w:b/>
          <w:bCs/>
          <w:sz w:val="28"/>
          <w:szCs w:val="28"/>
          <w:u w:val="single"/>
        </w:rPr>
        <w:t>DICHIARAZIONE SOSTITUTIVA DI CERTIFICAZIONE</w:t>
      </w:r>
    </w:p>
    <w:p w:rsidR="004566B9" w:rsidRDefault="004566B9" w:rsidP="008352E1">
      <w:pPr>
        <w:pStyle w:val="Title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alibri" w:hAnsi="Calibri"/>
          <w:sz w:val="24"/>
        </w:rPr>
      </w:pPr>
    </w:p>
    <w:p w:rsidR="004566B9" w:rsidRPr="008352E1" w:rsidRDefault="004566B9" w:rsidP="008352E1">
      <w:pPr>
        <w:pStyle w:val="Title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alibri" w:hAnsi="Calibri"/>
          <w:sz w:val="24"/>
        </w:rPr>
      </w:pPr>
      <w:r w:rsidRPr="008352E1">
        <w:rPr>
          <w:rFonts w:ascii="Calibri" w:hAnsi="Calibri"/>
          <w:sz w:val="24"/>
        </w:rPr>
        <w:t>RIAPERTURA BANDO</w:t>
      </w:r>
      <w:r>
        <w:rPr>
          <w:rFonts w:ascii="Calibri" w:hAnsi="Calibri"/>
          <w:sz w:val="24"/>
        </w:rPr>
        <w:t xml:space="preserve"> – BORSE RESIDUE</w:t>
      </w:r>
    </w:p>
    <w:p w:rsidR="004566B9" w:rsidRPr="0011618C" w:rsidRDefault="004566B9" w:rsidP="00567C6B">
      <w:pPr>
        <w:pStyle w:val="Title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alibri" w:hAnsi="Calibri"/>
          <w:sz w:val="24"/>
        </w:rPr>
      </w:pPr>
      <w:r w:rsidRPr="0011618C">
        <w:rPr>
          <w:rFonts w:ascii="Calibri" w:hAnsi="Calibri"/>
          <w:sz w:val="24"/>
        </w:rPr>
        <w:t>PROGRAMMA SETTORIALE LEONARDO DA VINCI</w:t>
      </w:r>
    </w:p>
    <w:p w:rsidR="004566B9" w:rsidRPr="00EA569F" w:rsidRDefault="004566B9" w:rsidP="00567C6B">
      <w:pPr>
        <w:pStyle w:val="Title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alibri" w:hAnsi="Calibri"/>
          <w:sz w:val="24"/>
        </w:rPr>
      </w:pPr>
      <w:r w:rsidRPr="00EA569F">
        <w:rPr>
          <w:rFonts w:ascii="Calibri" w:hAnsi="Calibri"/>
          <w:sz w:val="24"/>
        </w:rPr>
        <w:t>Progetto: n° 2012-1-IT-1-LEO02-02485</w:t>
      </w:r>
    </w:p>
    <w:p w:rsidR="004566B9" w:rsidRDefault="004566B9" w:rsidP="00567C6B">
      <w:pPr>
        <w:pStyle w:val="Title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alibri" w:hAnsi="Calibri"/>
          <w:sz w:val="24"/>
          <w:lang w:val="en-GB"/>
        </w:rPr>
      </w:pPr>
      <w:r w:rsidRPr="00D12698">
        <w:rPr>
          <w:rFonts w:ascii="Calibri" w:hAnsi="Calibri"/>
          <w:sz w:val="24"/>
          <w:lang w:val="en-GB"/>
        </w:rPr>
        <w:t>B</w:t>
      </w:r>
      <w:r>
        <w:rPr>
          <w:rFonts w:ascii="Calibri" w:hAnsi="Calibri"/>
          <w:sz w:val="24"/>
          <w:lang w:val="en-GB"/>
        </w:rPr>
        <w:t xml:space="preserve">IO-SKILLS IN MOTION SAVE THE WORLD – EARTH </w:t>
      </w:r>
    </w:p>
    <w:p w:rsidR="004566B9" w:rsidRDefault="004566B9" w:rsidP="00567C6B">
      <w:pPr>
        <w:pStyle w:val="Title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alibri" w:hAnsi="Calibri"/>
          <w:sz w:val="24"/>
          <w:lang w:val="en-GB"/>
        </w:rPr>
      </w:pPr>
    </w:p>
    <w:p w:rsidR="004566B9" w:rsidRPr="008352E1" w:rsidRDefault="004566B9" w:rsidP="00567C6B">
      <w:pPr>
        <w:pStyle w:val="Title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alibri" w:hAnsi="Calibri"/>
          <w:sz w:val="24"/>
        </w:rPr>
      </w:pPr>
    </w:p>
    <w:p w:rsidR="004566B9" w:rsidRPr="008352E1" w:rsidRDefault="004566B9" w:rsidP="00877D17">
      <w:pPr>
        <w:spacing w:line="360" w:lineRule="auto"/>
        <w:jc w:val="both"/>
        <w:rPr>
          <w:rFonts w:cs="Arial"/>
        </w:rPr>
      </w:pPr>
    </w:p>
    <w:p w:rsidR="004566B9" w:rsidRPr="0011618C" w:rsidRDefault="004566B9" w:rsidP="00877D17">
      <w:pPr>
        <w:jc w:val="both"/>
      </w:pPr>
      <w:r>
        <w:rPr>
          <w:rFonts w:cs="Arial"/>
        </w:rPr>
        <w:t>I</w:t>
      </w:r>
      <w:r w:rsidRPr="0011618C">
        <w:t>l</w:t>
      </w:r>
      <w:r>
        <w:t>/la sottoscritto/a</w:t>
      </w:r>
      <w:r w:rsidRPr="0011618C">
        <w:t>________________________________________________________________________</w:t>
      </w:r>
    </w:p>
    <w:p w:rsidR="004566B9" w:rsidRPr="0011618C" w:rsidRDefault="004566B9" w:rsidP="00877D17">
      <w:pPr>
        <w:jc w:val="both"/>
      </w:pPr>
      <w:r>
        <w:t xml:space="preserve">Nato/a </w:t>
      </w:r>
      <w:r w:rsidRPr="0011618C">
        <w:t>il__________________ a ____________________________________________________________</w:t>
      </w:r>
    </w:p>
    <w:p w:rsidR="004566B9" w:rsidRPr="0011618C" w:rsidRDefault="004566B9" w:rsidP="00877D17">
      <w:pPr>
        <w:jc w:val="both"/>
      </w:pPr>
      <w:r w:rsidRPr="0011618C">
        <w:t>consapevole della responsabilità penale a cui, ai sensi dell’art.76 del D.P.R.445/2000, può andare incontro in caso di dichiarazioni mendaci (artt.483, 485, 486 c.p.), sotto la sua personale responsabilità</w:t>
      </w:r>
    </w:p>
    <w:p w:rsidR="004566B9" w:rsidRPr="0011618C" w:rsidRDefault="004566B9" w:rsidP="00877D17">
      <w:pPr>
        <w:pStyle w:val="Heading2"/>
        <w:rPr>
          <w:rFonts w:ascii="Calibri" w:hAnsi="Calibri" w:cs="Arial"/>
          <w:b/>
          <w:sz w:val="22"/>
        </w:rPr>
      </w:pPr>
    </w:p>
    <w:p w:rsidR="004566B9" w:rsidRPr="0011618C" w:rsidRDefault="004566B9" w:rsidP="00877D17">
      <w:pPr>
        <w:pStyle w:val="Heading2"/>
        <w:rPr>
          <w:rFonts w:ascii="Calibri" w:hAnsi="Calibri" w:cs="Arial"/>
          <w:b/>
          <w:sz w:val="22"/>
        </w:rPr>
      </w:pPr>
      <w:r w:rsidRPr="0011618C">
        <w:rPr>
          <w:rFonts w:ascii="Calibri" w:hAnsi="Calibri" w:cs="Arial"/>
          <w:b/>
          <w:sz w:val="22"/>
        </w:rPr>
        <w:t>DICHIARA</w:t>
      </w:r>
    </w:p>
    <w:p w:rsidR="004566B9" w:rsidRDefault="004566B9" w:rsidP="00877D17">
      <w:pPr>
        <w:numPr>
          <w:ilvl w:val="0"/>
          <w:numId w:val="1"/>
        </w:numPr>
        <w:spacing w:after="0" w:line="240" w:lineRule="auto"/>
      </w:pPr>
      <w:r w:rsidRPr="0011618C">
        <w:t>di essere laureato presso l’Università di _________________________________________________</w:t>
      </w:r>
    </w:p>
    <w:p w:rsidR="004566B9" w:rsidRPr="0011618C" w:rsidRDefault="004566B9" w:rsidP="00DC58AD">
      <w:pPr>
        <w:spacing w:after="0" w:line="240" w:lineRule="auto"/>
      </w:pPr>
    </w:p>
    <w:p w:rsidR="004566B9" w:rsidRPr="0011618C" w:rsidRDefault="004566B9" w:rsidP="00877D17">
      <w:pPr>
        <w:pStyle w:val="BodyTextIndent"/>
        <w:jc w:val="both"/>
        <w:rPr>
          <w:rFonts w:ascii="Calibri" w:hAnsi="Calibri"/>
          <w:i/>
          <w:iCs/>
          <w:sz w:val="18"/>
          <w:szCs w:val="18"/>
        </w:rPr>
      </w:pPr>
      <w:r w:rsidRPr="0011618C">
        <w:rPr>
          <w:rFonts w:ascii="Calibri" w:hAnsi="Calibri"/>
        </w:rPr>
        <w:t>Facoltà di____________________________________________________</w:t>
      </w:r>
      <w:r>
        <w:rPr>
          <w:rFonts w:ascii="Calibri" w:hAnsi="Calibri"/>
        </w:rPr>
        <w:t>______________________</w:t>
      </w:r>
    </w:p>
    <w:p w:rsidR="004566B9" w:rsidRPr="0011618C" w:rsidRDefault="004566B9" w:rsidP="00877D17">
      <w:r w:rsidRPr="0011618C">
        <w:t>(</w:t>
      </w:r>
      <w:r w:rsidRPr="0011618C">
        <w:rPr>
          <w:i/>
          <w:iCs/>
          <w:sz w:val="18"/>
          <w:szCs w:val="18"/>
        </w:rPr>
        <w:t>barrare la scelta</w:t>
      </w:r>
      <w:r w:rsidRPr="0011618C">
        <w:t>)</w:t>
      </w:r>
    </w:p>
    <w:p w:rsidR="004566B9" w:rsidRPr="0011618C" w:rsidRDefault="004566B9" w:rsidP="00877D17">
      <w:pPr>
        <w:ind w:left="708"/>
      </w:pPr>
      <w:r w:rsidRPr="0011618C">
        <w:rPr>
          <w:rFonts w:ascii="Arial" w:hAnsi="Arial" w:cs="Arial"/>
        </w:rPr>
        <w:t>□</w:t>
      </w:r>
      <w:r w:rsidRPr="0011618C">
        <w:t xml:space="preserve"> Corso di Laurea di 1° livello</w:t>
      </w:r>
    </w:p>
    <w:p w:rsidR="004566B9" w:rsidRPr="0011618C" w:rsidRDefault="004566B9" w:rsidP="00877D17">
      <w:pPr>
        <w:ind w:left="708"/>
      </w:pPr>
      <w:r w:rsidRPr="0011618C">
        <w:rPr>
          <w:rFonts w:ascii="Arial" w:hAnsi="Arial" w:cs="Arial"/>
        </w:rPr>
        <w:t>□</w:t>
      </w:r>
      <w:r w:rsidRPr="0011618C">
        <w:t xml:space="preserve"> Magistrale</w:t>
      </w:r>
    </w:p>
    <w:p w:rsidR="004566B9" w:rsidRPr="0011618C" w:rsidRDefault="004566B9" w:rsidP="00877D17">
      <w:pPr>
        <w:ind w:left="708"/>
      </w:pPr>
      <w:r w:rsidRPr="0011618C">
        <w:rPr>
          <w:rFonts w:ascii="Arial" w:hAnsi="Arial" w:cs="Arial"/>
        </w:rPr>
        <w:t>□</w:t>
      </w:r>
      <w:r w:rsidRPr="0011618C">
        <w:t xml:space="preserve"> Specialistica</w:t>
      </w:r>
    </w:p>
    <w:p w:rsidR="004566B9" w:rsidRPr="0011618C" w:rsidRDefault="004566B9" w:rsidP="00877D17">
      <w:pPr>
        <w:ind w:left="708"/>
      </w:pPr>
      <w:r w:rsidRPr="0011618C">
        <w:rPr>
          <w:rFonts w:ascii="Arial" w:hAnsi="Arial" w:cs="Arial"/>
        </w:rPr>
        <w:t>□</w:t>
      </w:r>
      <w:r w:rsidRPr="0011618C">
        <w:t xml:space="preserve"> V.O.  </w:t>
      </w:r>
    </w:p>
    <w:p w:rsidR="004566B9" w:rsidRPr="0011618C" w:rsidRDefault="004566B9" w:rsidP="00877D17">
      <w:pPr>
        <w:pStyle w:val="BodyTextIndent"/>
        <w:jc w:val="both"/>
        <w:rPr>
          <w:rFonts w:ascii="Calibri" w:hAnsi="Calibri"/>
        </w:rPr>
      </w:pPr>
      <w:r w:rsidRPr="0011618C">
        <w:rPr>
          <w:rFonts w:ascii="Calibri" w:hAnsi="Calibri"/>
        </w:rPr>
        <w:t xml:space="preserve">in ____________________________________________________________il ____________________ riportando la votazione di __________________________ </w:t>
      </w:r>
    </w:p>
    <w:p w:rsidR="004566B9" w:rsidRPr="0011618C" w:rsidRDefault="004566B9" w:rsidP="00877D17">
      <w:pPr>
        <w:pStyle w:val="BodyText3"/>
        <w:rPr>
          <w:rFonts w:ascii="Calibri" w:hAnsi="Calibri"/>
        </w:rPr>
      </w:pPr>
    </w:p>
    <w:p w:rsidR="004566B9" w:rsidRDefault="004566B9" w:rsidP="00877D17">
      <w:pPr>
        <w:pStyle w:val="BodyText3"/>
        <w:numPr>
          <w:ilvl w:val="0"/>
          <w:numId w:val="1"/>
        </w:numPr>
        <w:rPr>
          <w:rFonts w:ascii="Calibri" w:hAnsi="Calibri"/>
        </w:rPr>
      </w:pPr>
      <w:r w:rsidRPr="0011618C">
        <w:rPr>
          <w:rFonts w:ascii="Calibri" w:hAnsi="Calibri"/>
        </w:rPr>
        <w:t>Di aver sostenuto i seguenti esami</w:t>
      </w:r>
      <w:r>
        <w:rPr>
          <w:rFonts w:ascii="Calibri" w:hAnsi="Calibri"/>
        </w:rPr>
        <w:t xml:space="preserve"> (indicare le relative date)</w:t>
      </w:r>
      <w:r w:rsidRPr="0011618C">
        <w:rPr>
          <w:rFonts w:ascii="Calibri" w:hAnsi="Calibri"/>
        </w:rPr>
        <w:t xml:space="preserve"> e di aver riportato le seguenti votazioni:</w:t>
      </w:r>
    </w:p>
    <w:p w:rsidR="004566B9" w:rsidRPr="0011618C" w:rsidRDefault="004566B9" w:rsidP="00DC58AD">
      <w:pPr>
        <w:pStyle w:val="BodyText3"/>
        <w:rPr>
          <w:rFonts w:ascii="Calibri" w:hAnsi="Calibri"/>
        </w:rPr>
      </w:pPr>
    </w:p>
    <w:p w:rsidR="004566B9" w:rsidRPr="0011618C" w:rsidRDefault="004566B9" w:rsidP="00877D17">
      <w:pPr>
        <w:autoSpaceDE w:val="0"/>
        <w:autoSpaceDN w:val="0"/>
        <w:adjustRightInd w:val="0"/>
        <w:rPr>
          <w:sz w:val="20"/>
          <w:szCs w:val="20"/>
        </w:rPr>
      </w:pPr>
      <w:r w:rsidRPr="0011618C">
        <w:rPr>
          <w:sz w:val="20"/>
          <w:szCs w:val="20"/>
        </w:rPr>
        <w:t>1. .....................</w:t>
      </w:r>
    </w:p>
    <w:p w:rsidR="004566B9" w:rsidRPr="0011618C" w:rsidRDefault="004566B9" w:rsidP="00877D17">
      <w:pPr>
        <w:autoSpaceDE w:val="0"/>
        <w:autoSpaceDN w:val="0"/>
        <w:adjustRightInd w:val="0"/>
        <w:rPr>
          <w:sz w:val="20"/>
          <w:szCs w:val="20"/>
        </w:rPr>
      </w:pPr>
      <w:r w:rsidRPr="0011618C">
        <w:rPr>
          <w:sz w:val="20"/>
          <w:szCs w:val="20"/>
        </w:rPr>
        <w:t>2. .....................</w:t>
      </w:r>
    </w:p>
    <w:p w:rsidR="004566B9" w:rsidRPr="0011618C" w:rsidRDefault="004566B9" w:rsidP="00877D17">
      <w:pPr>
        <w:autoSpaceDE w:val="0"/>
        <w:autoSpaceDN w:val="0"/>
        <w:adjustRightInd w:val="0"/>
        <w:rPr>
          <w:sz w:val="20"/>
          <w:szCs w:val="20"/>
        </w:rPr>
      </w:pPr>
      <w:r w:rsidRPr="0011618C">
        <w:rPr>
          <w:sz w:val="20"/>
          <w:szCs w:val="20"/>
        </w:rPr>
        <w:t>3. .....................</w:t>
      </w:r>
    </w:p>
    <w:p w:rsidR="004566B9" w:rsidRPr="0011618C" w:rsidRDefault="004566B9" w:rsidP="00877D17">
      <w:pPr>
        <w:autoSpaceDE w:val="0"/>
        <w:autoSpaceDN w:val="0"/>
        <w:adjustRightInd w:val="0"/>
        <w:rPr>
          <w:sz w:val="20"/>
          <w:szCs w:val="20"/>
        </w:rPr>
      </w:pPr>
      <w:r w:rsidRPr="0011618C">
        <w:rPr>
          <w:sz w:val="20"/>
          <w:szCs w:val="20"/>
        </w:rPr>
        <w:t>4. .....................</w:t>
      </w:r>
    </w:p>
    <w:p w:rsidR="004566B9" w:rsidRPr="0011618C" w:rsidRDefault="004566B9" w:rsidP="00877D17">
      <w:pPr>
        <w:autoSpaceDE w:val="0"/>
        <w:autoSpaceDN w:val="0"/>
        <w:adjustRightInd w:val="0"/>
        <w:rPr>
          <w:sz w:val="20"/>
          <w:szCs w:val="20"/>
        </w:rPr>
      </w:pPr>
      <w:r w:rsidRPr="0011618C">
        <w:rPr>
          <w:sz w:val="20"/>
          <w:szCs w:val="20"/>
        </w:rPr>
        <w:t>5. .....................</w:t>
      </w:r>
    </w:p>
    <w:p w:rsidR="004566B9" w:rsidRPr="0011618C" w:rsidRDefault="004566B9" w:rsidP="00877D17">
      <w:pPr>
        <w:autoSpaceDE w:val="0"/>
        <w:autoSpaceDN w:val="0"/>
        <w:adjustRightInd w:val="0"/>
        <w:rPr>
          <w:sz w:val="20"/>
          <w:szCs w:val="20"/>
        </w:rPr>
      </w:pPr>
      <w:r w:rsidRPr="0011618C">
        <w:rPr>
          <w:sz w:val="20"/>
          <w:szCs w:val="20"/>
        </w:rPr>
        <w:t>6. .....................</w:t>
      </w:r>
    </w:p>
    <w:p w:rsidR="004566B9" w:rsidRPr="0011618C" w:rsidRDefault="004566B9" w:rsidP="00877D17">
      <w:pPr>
        <w:autoSpaceDE w:val="0"/>
        <w:autoSpaceDN w:val="0"/>
        <w:adjustRightInd w:val="0"/>
        <w:rPr>
          <w:sz w:val="20"/>
          <w:szCs w:val="20"/>
        </w:rPr>
      </w:pPr>
      <w:r w:rsidRPr="0011618C">
        <w:rPr>
          <w:sz w:val="20"/>
          <w:szCs w:val="20"/>
        </w:rPr>
        <w:t>7. .....................</w:t>
      </w:r>
    </w:p>
    <w:p w:rsidR="004566B9" w:rsidRPr="0011618C" w:rsidRDefault="004566B9" w:rsidP="00877D17">
      <w:pPr>
        <w:autoSpaceDE w:val="0"/>
        <w:autoSpaceDN w:val="0"/>
        <w:adjustRightInd w:val="0"/>
        <w:rPr>
          <w:sz w:val="20"/>
          <w:szCs w:val="20"/>
        </w:rPr>
      </w:pPr>
      <w:r w:rsidRPr="0011618C">
        <w:rPr>
          <w:sz w:val="20"/>
          <w:szCs w:val="20"/>
        </w:rPr>
        <w:t>8. .....................</w:t>
      </w:r>
    </w:p>
    <w:p w:rsidR="004566B9" w:rsidRPr="0011618C" w:rsidRDefault="004566B9" w:rsidP="00877D17">
      <w:pPr>
        <w:autoSpaceDE w:val="0"/>
        <w:autoSpaceDN w:val="0"/>
        <w:adjustRightInd w:val="0"/>
        <w:rPr>
          <w:sz w:val="20"/>
          <w:szCs w:val="20"/>
        </w:rPr>
      </w:pPr>
      <w:r w:rsidRPr="0011618C">
        <w:rPr>
          <w:sz w:val="20"/>
          <w:szCs w:val="20"/>
        </w:rPr>
        <w:t>9. .....................</w:t>
      </w:r>
    </w:p>
    <w:p w:rsidR="004566B9" w:rsidRPr="0011618C" w:rsidRDefault="004566B9" w:rsidP="00877D17">
      <w:pPr>
        <w:autoSpaceDE w:val="0"/>
        <w:autoSpaceDN w:val="0"/>
        <w:adjustRightInd w:val="0"/>
        <w:rPr>
          <w:sz w:val="20"/>
          <w:szCs w:val="20"/>
        </w:rPr>
      </w:pPr>
      <w:r w:rsidRPr="0011618C">
        <w:rPr>
          <w:sz w:val="20"/>
          <w:szCs w:val="20"/>
        </w:rPr>
        <w:t>10. .....................</w:t>
      </w:r>
    </w:p>
    <w:p w:rsidR="004566B9" w:rsidRPr="0011618C" w:rsidRDefault="004566B9" w:rsidP="00877D17">
      <w:pPr>
        <w:autoSpaceDE w:val="0"/>
        <w:autoSpaceDN w:val="0"/>
        <w:adjustRightInd w:val="0"/>
        <w:rPr>
          <w:sz w:val="20"/>
          <w:szCs w:val="20"/>
        </w:rPr>
      </w:pPr>
      <w:r w:rsidRPr="0011618C">
        <w:rPr>
          <w:sz w:val="20"/>
          <w:szCs w:val="20"/>
        </w:rPr>
        <w:t>11. .....................</w:t>
      </w:r>
    </w:p>
    <w:p w:rsidR="004566B9" w:rsidRPr="0011618C" w:rsidRDefault="004566B9" w:rsidP="00877D17">
      <w:pPr>
        <w:autoSpaceDE w:val="0"/>
        <w:autoSpaceDN w:val="0"/>
        <w:adjustRightInd w:val="0"/>
        <w:rPr>
          <w:sz w:val="20"/>
          <w:szCs w:val="20"/>
        </w:rPr>
      </w:pPr>
      <w:r w:rsidRPr="0011618C">
        <w:rPr>
          <w:sz w:val="20"/>
          <w:szCs w:val="20"/>
        </w:rPr>
        <w:t>12. .....................</w:t>
      </w:r>
    </w:p>
    <w:p w:rsidR="004566B9" w:rsidRPr="0011618C" w:rsidRDefault="004566B9" w:rsidP="00877D17">
      <w:pPr>
        <w:autoSpaceDE w:val="0"/>
        <w:autoSpaceDN w:val="0"/>
        <w:adjustRightInd w:val="0"/>
        <w:rPr>
          <w:sz w:val="20"/>
          <w:szCs w:val="20"/>
        </w:rPr>
      </w:pPr>
      <w:r w:rsidRPr="0011618C">
        <w:rPr>
          <w:sz w:val="20"/>
          <w:szCs w:val="20"/>
        </w:rPr>
        <w:t>13. .....................</w:t>
      </w:r>
    </w:p>
    <w:p w:rsidR="004566B9" w:rsidRPr="0011618C" w:rsidRDefault="004566B9" w:rsidP="00877D17">
      <w:pPr>
        <w:autoSpaceDE w:val="0"/>
        <w:autoSpaceDN w:val="0"/>
        <w:adjustRightInd w:val="0"/>
        <w:rPr>
          <w:sz w:val="20"/>
          <w:szCs w:val="20"/>
        </w:rPr>
      </w:pPr>
      <w:r w:rsidRPr="0011618C">
        <w:rPr>
          <w:sz w:val="20"/>
          <w:szCs w:val="20"/>
        </w:rPr>
        <w:t>14. .....................</w:t>
      </w:r>
    </w:p>
    <w:p w:rsidR="004566B9" w:rsidRPr="0011618C" w:rsidRDefault="004566B9" w:rsidP="00877D17">
      <w:pPr>
        <w:autoSpaceDE w:val="0"/>
        <w:autoSpaceDN w:val="0"/>
        <w:adjustRightInd w:val="0"/>
        <w:rPr>
          <w:sz w:val="20"/>
          <w:szCs w:val="20"/>
        </w:rPr>
      </w:pPr>
      <w:r w:rsidRPr="0011618C">
        <w:rPr>
          <w:sz w:val="20"/>
          <w:szCs w:val="20"/>
        </w:rPr>
        <w:t>15. .....................</w:t>
      </w:r>
    </w:p>
    <w:p w:rsidR="004566B9" w:rsidRPr="0011618C" w:rsidRDefault="004566B9" w:rsidP="00877D17">
      <w:pPr>
        <w:autoSpaceDE w:val="0"/>
        <w:autoSpaceDN w:val="0"/>
        <w:adjustRightInd w:val="0"/>
        <w:rPr>
          <w:sz w:val="20"/>
          <w:szCs w:val="20"/>
        </w:rPr>
      </w:pPr>
      <w:r w:rsidRPr="0011618C">
        <w:rPr>
          <w:sz w:val="20"/>
          <w:szCs w:val="20"/>
        </w:rPr>
        <w:t>16. .....................</w:t>
      </w:r>
    </w:p>
    <w:p w:rsidR="004566B9" w:rsidRPr="0011618C" w:rsidRDefault="004566B9" w:rsidP="00877D17">
      <w:pPr>
        <w:autoSpaceDE w:val="0"/>
        <w:autoSpaceDN w:val="0"/>
        <w:adjustRightInd w:val="0"/>
        <w:rPr>
          <w:sz w:val="20"/>
          <w:szCs w:val="20"/>
        </w:rPr>
      </w:pPr>
      <w:r w:rsidRPr="0011618C">
        <w:rPr>
          <w:sz w:val="20"/>
          <w:szCs w:val="20"/>
        </w:rPr>
        <w:t>17. .....................</w:t>
      </w:r>
    </w:p>
    <w:p w:rsidR="004566B9" w:rsidRPr="0011618C" w:rsidRDefault="004566B9" w:rsidP="00877D17">
      <w:pPr>
        <w:autoSpaceDE w:val="0"/>
        <w:autoSpaceDN w:val="0"/>
        <w:adjustRightInd w:val="0"/>
        <w:rPr>
          <w:sz w:val="20"/>
          <w:szCs w:val="20"/>
        </w:rPr>
      </w:pPr>
      <w:r w:rsidRPr="0011618C">
        <w:rPr>
          <w:sz w:val="20"/>
          <w:szCs w:val="20"/>
        </w:rPr>
        <w:t>18. .....................</w:t>
      </w:r>
    </w:p>
    <w:p w:rsidR="004566B9" w:rsidRPr="0011618C" w:rsidRDefault="004566B9" w:rsidP="00877D17">
      <w:pPr>
        <w:autoSpaceDE w:val="0"/>
        <w:autoSpaceDN w:val="0"/>
        <w:adjustRightInd w:val="0"/>
        <w:rPr>
          <w:sz w:val="20"/>
          <w:szCs w:val="20"/>
        </w:rPr>
      </w:pPr>
      <w:r w:rsidRPr="0011618C">
        <w:rPr>
          <w:sz w:val="20"/>
          <w:szCs w:val="20"/>
        </w:rPr>
        <w:t>19. .....................</w:t>
      </w:r>
    </w:p>
    <w:p w:rsidR="004566B9" w:rsidRPr="0011618C" w:rsidRDefault="004566B9" w:rsidP="00877D17">
      <w:pPr>
        <w:autoSpaceDE w:val="0"/>
        <w:autoSpaceDN w:val="0"/>
        <w:adjustRightInd w:val="0"/>
        <w:rPr>
          <w:sz w:val="20"/>
          <w:szCs w:val="20"/>
        </w:rPr>
      </w:pPr>
      <w:r w:rsidRPr="0011618C">
        <w:rPr>
          <w:sz w:val="20"/>
          <w:szCs w:val="20"/>
        </w:rPr>
        <w:t>20. .....................</w:t>
      </w:r>
    </w:p>
    <w:p w:rsidR="004566B9" w:rsidRPr="0011618C" w:rsidRDefault="004566B9" w:rsidP="00877D17">
      <w:pPr>
        <w:autoSpaceDE w:val="0"/>
        <w:autoSpaceDN w:val="0"/>
        <w:adjustRightInd w:val="0"/>
        <w:rPr>
          <w:sz w:val="20"/>
          <w:szCs w:val="20"/>
        </w:rPr>
      </w:pPr>
      <w:r w:rsidRPr="0011618C">
        <w:rPr>
          <w:sz w:val="20"/>
          <w:szCs w:val="20"/>
        </w:rPr>
        <w:t>21. .....................</w:t>
      </w:r>
    </w:p>
    <w:p w:rsidR="004566B9" w:rsidRPr="0011618C" w:rsidRDefault="004566B9" w:rsidP="00877D17">
      <w:pPr>
        <w:autoSpaceDE w:val="0"/>
        <w:autoSpaceDN w:val="0"/>
        <w:adjustRightInd w:val="0"/>
      </w:pPr>
      <w:r w:rsidRPr="0011618C">
        <w:t>……..</w:t>
      </w:r>
    </w:p>
    <w:p w:rsidR="004566B9" w:rsidRPr="0011618C" w:rsidRDefault="004566B9" w:rsidP="00877D17">
      <w:pPr>
        <w:autoSpaceDE w:val="0"/>
        <w:autoSpaceDN w:val="0"/>
        <w:adjustRightInd w:val="0"/>
      </w:pPr>
      <w:r w:rsidRPr="0011618C">
        <w:t>……..</w:t>
      </w:r>
    </w:p>
    <w:p w:rsidR="004566B9" w:rsidRPr="0011618C" w:rsidRDefault="004566B9" w:rsidP="00877D17">
      <w:pPr>
        <w:autoSpaceDE w:val="0"/>
        <w:autoSpaceDN w:val="0"/>
        <w:adjustRightInd w:val="0"/>
      </w:pPr>
    </w:p>
    <w:p w:rsidR="004566B9" w:rsidRPr="0011618C" w:rsidRDefault="004566B9" w:rsidP="00877D17">
      <w:pPr>
        <w:pStyle w:val="BodyText3"/>
        <w:autoSpaceDE w:val="0"/>
        <w:autoSpaceDN w:val="0"/>
        <w:adjustRightInd w:val="0"/>
        <w:jc w:val="both"/>
        <w:rPr>
          <w:rFonts w:ascii="Calibri" w:hAnsi="Calibri"/>
          <w:szCs w:val="24"/>
        </w:rPr>
      </w:pPr>
      <w:r w:rsidRPr="0011618C">
        <w:rPr>
          <w:rFonts w:ascii="Calibri" w:hAnsi="Calibri"/>
          <w:szCs w:val="24"/>
        </w:rPr>
        <w:t>Il sottoscritto dichiara di essere consapevole della responsabilità penale a cui, ai sensi dell’art.76 del D.P.R.445/2000, può andare incontro in caso di dichiarazioni mendaci (artt. 483, 485, 486 c.p.), sotto la sua personale responsabilità.</w:t>
      </w:r>
    </w:p>
    <w:p w:rsidR="004566B9" w:rsidRPr="0011618C" w:rsidRDefault="004566B9" w:rsidP="00877D17">
      <w:pPr>
        <w:pStyle w:val="BodyText3"/>
        <w:autoSpaceDE w:val="0"/>
        <w:autoSpaceDN w:val="0"/>
        <w:adjustRightInd w:val="0"/>
        <w:jc w:val="both"/>
        <w:rPr>
          <w:rFonts w:ascii="Calibri" w:hAnsi="Calibri"/>
          <w:szCs w:val="24"/>
        </w:rPr>
      </w:pPr>
      <w:r w:rsidRPr="0011618C">
        <w:rPr>
          <w:rFonts w:ascii="Calibri" w:hAnsi="Calibri"/>
          <w:szCs w:val="24"/>
        </w:rPr>
        <w:t>Ai sensi del contenuto normativo del D. Lgs. 196/2003, le Università si impegnano a rispettare il carattere riservato delle informazioni fornite dal candidato. Tutti i dati forniti saranno trattati solo per le finalità connesse e strumentali alla realizzazione delle attività progettuali, nel rispetto delle disposizioni vigenti.</w:t>
      </w:r>
    </w:p>
    <w:p w:rsidR="004566B9" w:rsidRPr="0011618C" w:rsidRDefault="004566B9" w:rsidP="00877D17">
      <w:pPr>
        <w:pStyle w:val="BodyText3"/>
        <w:jc w:val="both"/>
        <w:rPr>
          <w:rFonts w:ascii="Calibri" w:hAnsi="Calibri"/>
          <w:sz w:val="20"/>
          <w:szCs w:val="20"/>
        </w:rPr>
      </w:pPr>
    </w:p>
    <w:p w:rsidR="004566B9" w:rsidRPr="0011618C" w:rsidRDefault="004566B9" w:rsidP="00877D17">
      <w:pPr>
        <w:jc w:val="both"/>
      </w:pPr>
      <w:r w:rsidRPr="0011618C">
        <w:t xml:space="preserve">(Luogo), (data)___________________________                                                                                                       </w:t>
      </w:r>
    </w:p>
    <w:p w:rsidR="004566B9" w:rsidRPr="0011618C" w:rsidRDefault="004566B9" w:rsidP="00877D17">
      <w:pPr>
        <w:jc w:val="both"/>
      </w:pPr>
    </w:p>
    <w:p w:rsidR="004566B9" w:rsidRPr="0011618C" w:rsidRDefault="004566B9" w:rsidP="00877D17">
      <w:pPr>
        <w:ind w:left="4248"/>
        <w:jc w:val="both"/>
      </w:pPr>
    </w:p>
    <w:p w:rsidR="004566B9" w:rsidRPr="0011618C" w:rsidRDefault="004566B9" w:rsidP="00877D17">
      <w:r w:rsidRPr="0011618C">
        <w:t>(firma del dichiarante)______</w:t>
      </w:r>
    </w:p>
    <w:sectPr w:rsidR="004566B9" w:rsidRPr="0011618C" w:rsidSect="005D77D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6C5313"/>
    <w:multiLevelType w:val="hybridMultilevel"/>
    <w:tmpl w:val="D72E7AEC"/>
    <w:lvl w:ilvl="0" w:tplc="E32CD214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7D17"/>
    <w:rsid w:val="00094221"/>
    <w:rsid w:val="000F2444"/>
    <w:rsid w:val="00112B2E"/>
    <w:rsid w:val="0011618C"/>
    <w:rsid w:val="001D5869"/>
    <w:rsid w:val="001E0E95"/>
    <w:rsid w:val="001E333B"/>
    <w:rsid w:val="002529B9"/>
    <w:rsid w:val="00262F74"/>
    <w:rsid w:val="002B5E84"/>
    <w:rsid w:val="002C338A"/>
    <w:rsid w:val="003960A1"/>
    <w:rsid w:val="003E36A5"/>
    <w:rsid w:val="004566B9"/>
    <w:rsid w:val="004927B1"/>
    <w:rsid w:val="004D3184"/>
    <w:rsid w:val="005424AB"/>
    <w:rsid w:val="00567C6B"/>
    <w:rsid w:val="005720AE"/>
    <w:rsid w:val="005863FD"/>
    <w:rsid w:val="00592EE4"/>
    <w:rsid w:val="005D77D7"/>
    <w:rsid w:val="005E64A6"/>
    <w:rsid w:val="00621A16"/>
    <w:rsid w:val="006579F4"/>
    <w:rsid w:val="00664909"/>
    <w:rsid w:val="00673EB6"/>
    <w:rsid w:val="0069791A"/>
    <w:rsid w:val="006B50C5"/>
    <w:rsid w:val="00721BBE"/>
    <w:rsid w:val="008158B3"/>
    <w:rsid w:val="008352E1"/>
    <w:rsid w:val="00875AF6"/>
    <w:rsid w:val="00877D17"/>
    <w:rsid w:val="00893ECF"/>
    <w:rsid w:val="009550E0"/>
    <w:rsid w:val="009C7997"/>
    <w:rsid w:val="009E7C62"/>
    <w:rsid w:val="00A0544C"/>
    <w:rsid w:val="00A2356D"/>
    <w:rsid w:val="00AB537C"/>
    <w:rsid w:val="00AF4F02"/>
    <w:rsid w:val="00AF79A6"/>
    <w:rsid w:val="00B414D9"/>
    <w:rsid w:val="00BC5798"/>
    <w:rsid w:val="00BE7176"/>
    <w:rsid w:val="00C660BF"/>
    <w:rsid w:val="00C77C36"/>
    <w:rsid w:val="00C87CBB"/>
    <w:rsid w:val="00CC2C3A"/>
    <w:rsid w:val="00D12698"/>
    <w:rsid w:val="00DC58AD"/>
    <w:rsid w:val="00EA569F"/>
    <w:rsid w:val="00EB63B7"/>
    <w:rsid w:val="00F12047"/>
    <w:rsid w:val="00F31AE4"/>
    <w:rsid w:val="00F63AF6"/>
    <w:rsid w:val="00FD1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7D7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9"/>
    <w:qFormat/>
    <w:rsid w:val="00877D17"/>
    <w:pPr>
      <w:keepNext/>
      <w:spacing w:after="0" w:line="240" w:lineRule="auto"/>
      <w:jc w:val="center"/>
      <w:outlineLvl w:val="1"/>
    </w:pPr>
    <w:rPr>
      <w:rFonts w:ascii="Times New Roman" w:hAnsi="Times New Roman"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77D17"/>
    <w:rPr>
      <w:rFonts w:ascii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877D17"/>
    <w:pPr>
      <w:spacing w:after="0" w:line="240" w:lineRule="auto"/>
      <w:jc w:val="center"/>
    </w:pPr>
    <w:rPr>
      <w:rFonts w:ascii="Times New Roman" w:hAnsi="Times New Roman"/>
      <w:sz w:val="36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877D17"/>
    <w:rPr>
      <w:rFonts w:ascii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877D17"/>
    <w:pPr>
      <w:spacing w:after="0" w:line="240" w:lineRule="auto"/>
    </w:pPr>
    <w:rPr>
      <w:rFonts w:ascii="Times New Roman" w:hAnsi="Times New Roman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877D17"/>
    <w:rPr>
      <w:rFonts w:ascii="Times New Roman" w:hAnsi="Times New Roman" w:cs="Times New Roman"/>
    </w:rPr>
  </w:style>
  <w:style w:type="paragraph" w:styleId="BodyTextIndent">
    <w:name w:val="Body Text Indent"/>
    <w:basedOn w:val="Normal"/>
    <w:link w:val="BodyTextIndentChar"/>
    <w:uiPriority w:val="99"/>
    <w:rsid w:val="00877D17"/>
    <w:pPr>
      <w:spacing w:after="0" w:line="240" w:lineRule="auto"/>
      <w:ind w:left="360"/>
    </w:pPr>
    <w:rPr>
      <w:rFonts w:ascii="Times New Roman" w:hAnsi="Times New Roman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77D1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363</Words>
  <Characters>2072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H  -  DICHIARAZIONE SOSTITUTIVA DI CERTIFICAZIONE</dc:title>
  <dc:subject/>
  <dc:creator> </dc:creator>
  <cp:keywords/>
  <dc:description/>
  <cp:lastModifiedBy>federica.ubaldi</cp:lastModifiedBy>
  <cp:revision>9</cp:revision>
  <dcterms:created xsi:type="dcterms:W3CDTF">2012-09-11T12:49:00Z</dcterms:created>
  <dcterms:modified xsi:type="dcterms:W3CDTF">2013-06-12T09:37:00Z</dcterms:modified>
</cp:coreProperties>
</file>